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5E" w:rsidRDefault="0057555E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57555E" w:rsidRPr="001F18ED" w:rsidRDefault="0057555E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555E" w:rsidRDefault="0057555E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55E" w:rsidRDefault="0057555E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57555E" w:rsidRDefault="0057555E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ВЛ-0,4 кВ от ТП-54/2х400 кВА.</w:t>
      </w:r>
    </w:p>
    <w:p w:rsidR="0057555E" w:rsidRDefault="0057555E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57555E" w:rsidRPr="001F18ED" w:rsidRDefault="0057555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>адных Электрических сетях г.о.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Реконструкция ВЛ-0,4кВ от ТП-54/2х400кВА.</w:t>
      </w:r>
    </w:p>
    <w:p w:rsidR="0057555E" w:rsidRPr="001F18ED" w:rsidRDefault="0057555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57555E" w:rsidRPr="001F18ED" w:rsidRDefault="0057555E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57555E" w:rsidRPr="001F18ED" w:rsidRDefault="0057555E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>етевого хозяйства в г.о.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 ВЛ-0,4 кВ от ТП-54</w:t>
      </w:r>
    </w:p>
    <w:p w:rsidR="0057555E" w:rsidRPr="001F18ED" w:rsidRDefault="0057555E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555E" w:rsidRPr="008F2D7D" w:rsidRDefault="0057555E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7555E" w:rsidRPr="001F18ED" w:rsidRDefault="0057555E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555E" w:rsidRPr="001F18ED" w:rsidRDefault="0057555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57555E" w:rsidRPr="001F18ED" w:rsidRDefault="005755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воздушные линии.</w:t>
      </w:r>
    </w:p>
    <w:p w:rsidR="0057555E" w:rsidRPr="001F18ED" w:rsidRDefault="005755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r w:rsidRPr="001F18ED">
        <w:rPr>
          <w:rFonts w:ascii="Times New Roman" w:hAnsi="Times New Roman" w:cs="Times New Roman"/>
          <w:sz w:val="24"/>
          <w:szCs w:val="24"/>
        </w:rPr>
        <w:t>кВ;</w:t>
      </w:r>
    </w:p>
    <w:p w:rsidR="0057555E" w:rsidRDefault="005755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провода – СИП-2; </w:t>
      </w:r>
    </w:p>
    <w:p w:rsidR="0057555E" w:rsidRDefault="005755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0,515 км.</w:t>
      </w:r>
    </w:p>
    <w:p w:rsidR="0057555E" w:rsidRDefault="005755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ТМГ-400 – 2 шт. ;</w:t>
      </w:r>
    </w:p>
    <w:p w:rsidR="0057555E" w:rsidRPr="001F18ED" w:rsidRDefault="0057555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0,4 МВА</w:t>
      </w:r>
    </w:p>
    <w:p w:rsidR="0057555E" w:rsidRPr="001F18ED" w:rsidRDefault="0057555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57555E" w:rsidRPr="00CE0B69" w:rsidRDefault="0057555E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57555E" w:rsidRPr="001F18ED" w:rsidRDefault="0057555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555E" w:rsidRPr="001F18ED" w:rsidRDefault="0057555E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ВЛ-0,4 кВ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57555E" w:rsidRPr="001F18ED" w:rsidRDefault="0057555E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ВЛ-0,4  кВ – 0,515 км, стоимостью </w:t>
      </w:r>
    </w:p>
    <w:p w:rsidR="0057555E" w:rsidRPr="001F18ED" w:rsidRDefault="0057555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57555E" w:rsidRPr="001F18ED" w:rsidRDefault="0057555E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57555E" w:rsidRPr="001F18ED" w:rsidRDefault="0057555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57555E" w:rsidRPr="001F18ED" w:rsidRDefault="0057555E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Pr="001F18ED" w:rsidRDefault="0057555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57555E" w:rsidRPr="001F18ED" w:rsidRDefault="0057555E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57555E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57555E" w:rsidRPr="001F18ED" w:rsidRDefault="0057555E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Pr="001F18ED" w:rsidRDefault="0057555E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Pr="001F18ED" w:rsidRDefault="0057555E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57555E" w:rsidRPr="001F18ED" w:rsidRDefault="0057555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57555E" w:rsidRPr="001F18ED" w:rsidRDefault="0057555E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57555E" w:rsidRPr="001F18ED" w:rsidRDefault="0057555E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57555E" w:rsidRPr="001F18ED" w:rsidRDefault="0057555E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57555E" w:rsidRDefault="0057555E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>В.С. Мухаметшин</w:t>
      </w:r>
    </w:p>
    <w:p w:rsidR="0057555E" w:rsidRDefault="0057555E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5E" w:rsidRDefault="0057555E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5E" w:rsidRDefault="0057555E">
      <w:pPr>
        <w:rPr>
          <w:rFonts w:cs="Times New Roman"/>
        </w:rPr>
      </w:pPr>
    </w:p>
    <w:sectPr w:rsidR="0057555E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55E" w:rsidRDefault="0057555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7555E" w:rsidRDefault="0057555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55E" w:rsidRDefault="0057555E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57555E" w:rsidRDefault="0057555E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55E" w:rsidRDefault="0057555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7555E" w:rsidRDefault="0057555E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10E"/>
    <w:rsid w:val="000E310E"/>
    <w:rsid w:val="001323D5"/>
    <w:rsid w:val="001F18ED"/>
    <w:rsid w:val="00253E11"/>
    <w:rsid w:val="00280E34"/>
    <w:rsid w:val="00284096"/>
    <w:rsid w:val="003109BB"/>
    <w:rsid w:val="0033644E"/>
    <w:rsid w:val="00347DE7"/>
    <w:rsid w:val="00353021"/>
    <w:rsid w:val="00354A32"/>
    <w:rsid w:val="00384237"/>
    <w:rsid w:val="003C3B5E"/>
    <w:rsid w:val="00450BBA"/>
    <w:rsid w:val="00517EEA"/>
    <w:rsid w:val="00541558"/>
    <w:rsid w:val="00543ABB"/>
    <w:rsid w:val="00566B37"/>
    <w:rsid w:val="00567910"/>
    <w:rsid w:val="0057555E"/>
    <w:rsid w:val="005B60EC"/>
    <w:rsid w:val="005C1970"/>
    <w:rsid w:val="006038AE"/>
    <w:rsid w:val="0060786B"/>
    <w:rsid w:val="006E028F"/>
    <w:rsid w:val="006E62B6"/>
    <w:rsid w:val="00713E13"/>
    <w:rsid w:val="00727F9F"/>
    <w:rsid w:val="007C2727"/>
    <w:rsid w:val="007C27C1"/>
    <w:rsid w:val="008634EE"/>
    <w:rsid w:val="008F2D7D"/>
    <w:rsid w:val="00915A96"/>
    <w:rsid w:val="00936E32"/>
    <w:rsid w:val="00951AAC"/>
    <w:rsid w:val="00971BB5"/>
    <w:rsid w:val="00A26960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55B55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1130</Words>
  <Characters>6447</Characters>
  <Application>Microsoft Office Outlook</Application>
  <DocSecurity>0</DocSecurity>
  <Lines>0</Lines>
  <Paragraphs>0</Paragraphs>
  <ScaleCrop>false</ScaleCrop>
  <Company>ЗАО "ССК"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</cp:lastModifiedBy>
  <cp:revision>2</cp:revision>
  <cp:lastPrinted>2002-06-10T23:17:00Z</cp:lastPrinted>
  <dcterms:created xsi:type="dcterms:W3CDTF">2002-06-10T23:43:00Z</dcterms:created>
  <dcterms:modified xsi:type="dcterms:W3CDTF">2002-06-10T23:43:00Z</dcterms:modified>
</cp:coreProperties>
</file>